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Umowa powierzenia przetwarzania danych osobowych.docx</dmsv2BaseFileName>
    <dmsv2BaseDisplayName xmlns="http://schemas.microsoft.com/sharepoint/v3">Załącznik nr 6 do SWZ - Umowa powierzenia przetwarzania danych osobowych</dmsv2BaseDisplayName>
    <dmsv2SWPP2ObjectNumber xmlns="http://schemas.microsoft.com/sharepoint/v3">POST/DYS/OLD/GZ/00196/2026                        </dmsv2SWPP2ObjectNumber>
    <dmsv2SWPP2SumMD5 xmlns="http://schemas.microsoft.com/sharepoint/v3">8318a06bf4662512cd37e6a45b035568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24181458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JEUP5JKVCYQC-1398355148-7352</_dlc_DocId>
    <_dlc_DocIdUrl xmlns="a19cb1c7-c5c7-46d4-85ae-d83685407bba">
      <Url>https://swpp2.dms.gkpge.pl/sites/41/_layouts/15/DocIdRedir.aspx?ID=JEUP5JKVCYQC-1398355148-7352</Url>
      <Description>JEUP5JKVCYQC-1398355148-7352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5FB3CCE1-A2EE-4475-BF97-9F6110855C0A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31B65BC-43AE-4879-9886-D75F0CB5F321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c72b4471-516b-41e0-9cd5-1bcbcffef91b</vt:lpwstr>
  </property>
</Properties>
</file>